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02466CA5"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914307">
        <w:rPr>
          <w:rFonts w:ascii="Corbel" w:hAnsi="Corbel"/>
          <w:i/>
          <w:smallCaps/>
          <w:sz w:val="24"/>
          <w:szCs w:val="24"/>
        </w:rPr>
        <w:t>2019-2022</w:t>
      </w:r>
    </w:p>
    <w:p w14:paraId="6A743604" w14:textId="42B8731A"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w:t>
      </w:r>
      <w:r w:rsidR="00914307">
        <w:rPr>
          <w:rFonts w:ascii="Corbel" w:hAnsi="Corbel"/>
          <w:sz w:val="20"/>
          <w:szCs w:val="20"/>
        </w:rPr>
        <w:t>19</w:t>
      </w:r>
      <w:r w:rsidR="00182C9E">
        <w:rPr>
          <w:rFonts w:ascii="Corbel" w:hAnsi="Corbel"/>
          <w:sz w:val="20"/>
          <w:szCs w:val="20"/>
        </w:rPr>
        <w:t>/202</w:t>
      </w:r>
      <w:r w:rsidR="00914307">
        <w:rPr>
          <w:rFonts w:ascii="Corbel" w:hAnsi="Corbel"/>
          <w:sz w:val="20"/>
          <w:szCs w:val="20"/>
        </w:rPr>
        <w:t>0</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441FB847">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441FB847">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441FB847">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441FB847">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441FB847">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441FB847">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441FB847">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C41B9B">
              <w:rPr>
                <w:rFonts w:ascii="Corbel" w:hAnsi="Corbel"/>
                <w:b w:val="0"/>
                <w:sz w:val="24"/>
                <w:szCs w:val="24"/>
              </w:rPr>
              <w:t>gólnoakademicki</w:t>
            </w:r>
          </w:p>
        </w:tc>
      </w:tr>
      <w:tr w:rsidR="0085747A" w:rsidRPr="009C54AE" w14:paraId="3A39C6A1" w14:textId="77777777" w:rsidTr="441FB847">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3657F496" w:rsidR="0085747A" w:rsidRPr="0081397F" w:rsidRDefault="0081397F" w:rsidP="00E7383D">
            <w:pPr>
              <w:pStyle w:val="Odpowiedzi"/>
              <w:spacing w:before="100" w:beforeAutospacing="1" w:after="100" w:afterAutospacing="1"/>
              <w:rPr>
                <w:rFonts w:ascii="Corbel" w:hAnsi="Corbel"/>
                <w:b w:val="0"/>
                <w:sz w:val="24"/>
                <w:szCs w:val="24"/>
              </w:rPr>
            </w:pPr>
            <w:r w:rsidRPr="0081397F">
              <w:rPr>
                <w:rFonts w:ascii="Corbel" w:hAnsi="Corbel"/>
                <w:b w:val="0"/>
                <w:sz w:val="24"/>
                <w:szCs w:val="24"/>
              </w:rPr>
              <w:t>Niestacjonarne</w:t>
            </w:r>
          </w:p>
        </w:tc>
      </w:tr>
      <w:tr w:rsidR="0085747A" w:rsidRPr="009C54AE" w14:paraId="007CF2B1" w14:textId="77777777" w:rsidTr="441FB847">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4CEF80D0"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575F07">
              <w:rPr>
                <w:rFonts w:ascii="Corbel" w:hAnsi="Corbel"/>
                <w:b w:val="0"/>
                <w:sz w:val="24"/>
                <w:szCs w:val="24"/>
              </w:rPr>
              <w:t>,2</w:t>
            </w:r>
          </w:p>
        </w:tc>
      </w:tr>
      <w:tr w:rsidR="0085747A" w:rsidRPr="009C54AE" w14:paraId="4F3F54D3" w14:textId="77777777" w:rsidTr="441FB847">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441FB847">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441FB847">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441FB847">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1C31779" w14:textId="0D1328E0" w:rsidR="005B40B9" w:rsidRPr="005B40B9" w:rsidRDefault="005B40B9" w:rsidP="441FB847">
            <w:pPr>
              <w:pStyle w:val="Pytania"/>
              <w:spacing w:after="0"/>
              <w:rPr>
                <w:rFonts w:ascii="Corbel" w:hAnsi="Corbel" w:cstheme="minorBidi"/>
                <w:sz w:val="24"/>
                <w:szCs w:val="24"/>
              </w:rPr>
            </w:pPr>
            <w:r w:rsidRPr="441FB847">
              <w:rPr>
                <w:rFonts w:ascii="Corbel" w:hAnsi="Corbel" w:cstheme="minorBidi"/>
                <w:sz w:val="24"/>
                <w:szCs w:val="24"/>
              </w:rPr>
              <w:t>dr hab. Artur Kraus</w:t>
            </w:r>
            <w:r w:rsidR="00E15F4A" w:rsidRPr="441FB847">
              <w:rPr>
                <w:rFonts w:ascii="Corbel" w:hAnsi="Corbel" w:cstheme="minorBidi"/>
                <w:sz w:val="24"/>
                <w:szCs w:val="24"/>
              </w:rPr>
              <w:t>, prof. UR</w:t>
            </w:r>
            <w:r w:rsidR="002578DE" w:rsidRPr="441FB847">
              <w:rPr>
                <w:rFonts w:ascii="Corbel" w:hAnsi="Corbel" w:cstheme="minorBidi"/>
                <w:sz w:val="24"/>
                <w:szCs w:val="24"/>
              </w:rPr>
              <w:t xml:space="preserve">, </w:t>
            </w:r>
            <w:r w:rsidRPr="441FB847">
              <w:rPr>
                <w:rFonts w:ascii="Corbel" w:hAnsi="Corbel" w:cstheme="minorBidi"/>
                <w:sz w:val="24"/>
                <w:szCs w:val="24"/>
              </w:rPr>
              <w:t>dr hab. Roman Chorób</w:t>
            </w:r>
            <w:r w:rsidR="00E15F4A" w:rsidRPr="441FB847">
              <w:rPr>
                <w:rFonts w:ascii="Corbel" w:hAnsi="Corbel" w:cstheme="minorBidi"/>
                <w:sz w:val="24"/>
                <w:szCs w:val="24"/>
              </w:rPr>
              <w:t>, prof. UR</w:t>
            </w:r>
            <w:r w:rsidR="61380455" w:rsidRPr="441FB847">
              <w:rPr>
                <w:rFonts w:ascii="Corbel" w:hAnsi="Corbel" w:cstheme="minorBidi"/>
                <w:sz w:val="24"/>
                <w:szCs w:val="24"/>
              </w:rPr>
              <w:t>,</w:t>
            </w:r>
            <w:r w:rsidRPr="441FB847">
              <w:rPr>
                <w:rFonts w:ascii="Corbel" w:hAnsi="Corbel" w:cstheme="minorBidi"/>
                <w:sz w:val="24"/>
                <w:szCs w:val="24"/>
              </w:rPr>
              <w:t xml:space="preserve"> </w:t>
            </w:r>
          </w:p>
          <w:p w14:paraId="6B6685C9" w14:textId="4CF61B6F" w:rsidR="0085747A" w:rsidRPr="00445A73" w:rsidRDefault="005B40B9" w:rsidP="127FB65D">
            <w:pPr>
              <w:pStyle w:val="Pytania"/>
              <w:spacing w:before="0" w:after="0"/>
              <w:jc w:val="left"/>
              <w:rPr>
                <w:rFonts w:ascii="Corbel" w:hAnsi="Corbel" w:cstheme="minorBidi"/>
                <w:sz w:val="24"/>
                <w:szCs w:val="24"/>
              </w:rPr>
            </w:pPr>
            <w:r w:rsidRPr="127FB65D">
              <w:rPr>
                <w:rFonts w:ascii="Corbel" w:hAnsi="Corbel" w:cstheme="minorBidi"/>
                <w:sz w:val="24"/>
                <w:szCs w:val="24"/>
              </w:rPr>
              <w:t>dr inż. Paweł Zawora</w:t>
            </w:r>
            <w:r w:rsidR="002578DE" w:rsidRPr="127FB65D">
              <w:rPr>
                <w:rFonts w:ascii="Corbel" w:hAnsi="Corbel" w:cstheme="minorBidi"/>
                <w:sz w:val="24"/>
                <w:szCs w:val="24"/>
              </w:rPr>
              <w:t>, dr Jadwiga Pawłowska-Mielech</w:t>
            </w:r>
            <w:r w:rsidR="256842C2" w:rsidRPr="127FB65D">
              <w:rPr>
                <w:rFonts w:ascii="Corbel" w:hAnsi="Corbel" w:cstheme="minorBidi"/>
                <w:sz w:val="24"/>
                <w:szCs w:val="24"/>
              </w:rPr>
              <w:t>, mgr inż. Ryszard Hall</w:t>
            </w: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73174F0C" w:rsidR="52B4DBAF" w:rsidRDefault="0081397F" w:rsidP="52B4DBAF">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30EB30F7" w:rsidR="005428E2" w:rsidRPr="00C65AB9" w:rsidRDefault="0081397F" w:rsidP="005428E2">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5C458C4E"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0" w:name="_Hlk58255844"/>
      <w:r>
        <w:rPr>
          <w:rStyle w:val="normaltextrun"/>
          <w:rFonts w:ascii="Wingdings" w:eastAsia="Wingdings" w:hAnsi="Wingdings" w:cs="Wingdings"/>
        </w:rPr>
        <w:t>þ</w:t>
      </w:r>
      <w:r>
        <w:rPr>
          <w:rStyle w:val="normaltextrun"/>
          <w:rFonts w:ascii="Corbel" w:hAnsi="Corbel" w:cs="Segoe UI"/>
        </w:rPr>
        <w:t> </w:t>
      </w:r>
      <w:r>
        <w:rPr>
          <w:rFonts w:ascii="Corbel" w:hAnsi="Corbel"/>
        </w:rPr>
        <w:t>zajęcia w formie tradycyjnej</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0"/>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14:paraId="44F68EF5" w14:textId="513B16F8" w:rsidR="00072E21" w:rsidRPr="009C54AE" w:rsidRDefault="0081397F" w:rsidP="00072E21">
            <w:pPr>
              <w:pStyle w:val="Akapitzlist"/>
              <w:spacing w:after="0" w:line="240" w:lineRule="auto"/>
              <w:ind w:left="0"/>
              <w:jc w:val="center"/>
              <w:rPr>
                <w:rFonts w:ascii="Corbel" w:hAnsi="Corbel"/>
                <w:sz w:val="24"/>
                <w:szCs w:val="24"/>
              </w:rPr>
            </w:pPr>
            <w:r>
              <w:rPr>
                <w:rFonts w:ascii="Corbel" w:hAnsi="Corbel"/>
                <w:sz w:val="24"/>
                <w:szCs w:val="24"/>
              </w:rPr>
              <w:t>48</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64E731D5" w:rsidR="00345604" w:rsidRPr="009C54AE" w:rsidRDefault="5E1B9610" w:rsidP="00345604">
            <w:pPr>
              <w:pStyle w:val="Akapitzlist"/>
              <w:spacing w:after="0" w:line="240" w:lineRule="auto"/>
              <w:ind w:left="0"/>
              <w:jc w:val="center"/>
              <w:rPr>
                <w:rFonts w:ascii="Corbel" w:hAnsi="Corbel"/>
                <w:sz w:val="24"/>
                <w:szCs w:val="24"/>
              </w:rPr>
            </w:pPr>
            <w:r w:rsidRPr="2DED11C7">
              <w:rPr>
                <w:rFonts w:ascii="Corbel" w:hAnsi="Corbel"/>
                <w:sz w:val="24"/>
                <w:szCs w:val="24"/>
              </w:rPr>
              <w:t>1</w:t>
            </w:r>
            <w:r w:rsidR="0081397F">
              <w:rPr>
                <w:rFonts w:ascii="Corbel" w:hAnsi="Corbel"/>
                <w:sz w:val="24"/>
                <w:szCs w:val="24"/>
              </w:rPr>
              <w:t>42</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r w:rsidRPr="00173546">
              <w:rPr>
                <w:rFonts w:ascii="Corbel" w:hAnsi="Corbel"/>
                <w:b w:val="0"/>
                <w:smallCaps w:val="0"/>
                <w:color w:val="000000"/>
                <w:szCs w:val="24"/>
              </w:rPr>
              <w:t>Walkenbach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Bremer A., Sławik M., ECDL 7 modułów, Wydawnictwo Videograf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Mendrala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r w:rsidRPr="00AD2499">
              <w:rPr>
                <w:rFonts w:ascii="Corbel" w:hAnsi="Corbel"/>
                <w:b w:val="0"/>
                <w:iCs/>
                <w:smallCaps w:val="0"/>
                <w:color w:val="000000"/>
                <w:szCs w:val="24"/>
              </w:rPr>
              <w:t>Zimek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r w:rsidRPr="00AD2499">
              <w:rPr>
                <w:rFonts w:ascii="Corbel" w:hAnsi="Corbel"/>
                <w:b w:val="0"/>
                <w:iCs/>
                <w:smallCaps w:val="0"/>
                <w:color w:val="000000"/>
                <w:szCs w:val="24"/>
              </w:rPr>
              <w:t>Hales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AFE87" w14:textId="77777777" w:rsidR="00C37F5A" w:rsidRDefault="00C37F5A" w:rsidP="00C16ABF">
      <w:pPr>
        <w:spacing w:after="0" w:line="240" w:lineRule="auto"/>
      </w:pPr>
      <w:r>
        <w:separator/>
      </w:r>
    </w:p>
  </w:endnote>
  <w:endnote w:type="continuationSeparator" w:id="0">
    <w:p w14:paraId="44E463D8" w14:textId="77777777" w:rsidR="00C37F5A" w:rsidRDefault="00C37F5A"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0E148" w14:textId="77777777" w:rsidR="00C37F5A" w:rsidRDefault="00C37F5A" w:rsidP="00C16ABF">
      <w:pPr>
        <w:spacing w:after="0" w:line="240" w:lineRule="auto"/>
      </w:pPr>
      <w:r>
        <w:separator/>
      </w:r>
    </w:p>
  </w:footnote>
  <w:footnote w:type="continuationSeparator" w:id="0">
    <w:p w14:paraId="37E1EDAC" w14:textId="77777777" w:rsidR="00C37F5A" w:rsidRDefault="00C37F5A"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578DE"/>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0517"/>
    <w:rsid w:val="00345604"/>
    <w:rsid w:val="00346FE9"/>
    <w:rsid w:val="0034759A"/>
    <w:rsid w:val="003503F6"/>
    <w:rsid w:val="003530DD"/>
    <w:rsid w:val="00363F78"/>
    <w:rsid w:val="00376743"/>
    <w:rsid w:val="003A0A5B"/>
    <w:rsid w:val="003A1176"/>
    <w:rsid w:val="003A4D0A"/>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75F07"/>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397F"/>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4307"/>
    <w:rsid w:val="00916188"/>
    <w:rsid w:val="00923D7D"/>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37F5A"/>
    <w:rsid w:val="00C41B9B"/>
    <w:rsid w:val="00C56036"/>
    <w:rsid w:val="00C61DC5"/>
    <w:rsid w:val="00C65AB9"/>
    <w:rsid w:val="00C67E92"/>
    <w:rsid w:val="00C70A26"/>
    <w:rsid w:val="00C7257C"/>
    <w:rsid w:val="00C766DF"/>
    <w:rsid w:val="00C93051"/>
    <w:rsid w:val="00C94B98"/>
    <w:rsid w:val="00C970F0"/>
    <w:rsid w:val="00CA2B9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7FB65D"/>
    <w:rsid w:val="12CA8724"/>
    <w:rsid w:val="1325889D"/>
    <w:rsid w:val="1378BBB0"/>
    <w:rsid w:val="138C50C6"/>
    <w:rsid w:val="15C6C608"/>
    <w:rsid w:val="178FA08A"/>
    <w:rsid w:val="17A76241"/>
    <w:rsid w:val="185688A6"/>
    <w:rsid w:val="19F2E72A"/>
    <w:rsid w:val="1BE4339E"/>
    <w:rsid w:val="1D1BF1E2"/>
    <w:rsid w:val="20AC6C8B"/>
    <w:rsid w:val="21C4CC7F"/>
    <w:rsid w:val="2283BA92"/>
    <w:rsid w:val="256842C2"/>
    <w:rsid w:val="2604D894"/>
    <w:rsid w:val="28AF24AD"/>
    <w:rsid w:val="2B828F6A"/>
    <w:rsid w:val="2C81C7C6"/>
    <w:rsid w:val="2CF83180"/>
    <w:rsid w:val="2D8BEAF3"/>
    <w:rsid w:val="2DED11C7"/>
    <w:rsid w:val="2F6B3F19"/>
    <w:rsid w:val="30360DE2"/>
    <w:rsid w:val="307C85B5"/>
    <w:rsid w:val="31D8A891"/>
    <w:rsid w:val="342E10B1"/>
    <w:rsid w:val="37963756"/>
    <w:rsid w:val="39110D66"/>
    <w:rsid w:val="441FB847"/>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1380455"/>
    <w:rsid w:val="66353CCD"/>
    <w:rsid w:val="674B9217"/>
    <w:rsid w:val="68799BC9"/>
    <w:rsid w:val="695D6920"/>
    <w:rsid w:val="6E671C6C"/>
    <w:rsid w:val="6EF00C1D"/>
    <w:rsid w:val="6F92B146"/>
    <w:rsid w:val="712E81A7"/>
    <w:rsid w:val="71DED0E1"/>
    <w:rsid w:val="742E0EFA"/>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9EE90D-8384-4077-8E20-080EB83B2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4F647D-BCD1-45C5-847C-865DA8C5F263}">
  <ds:schemaRefs>
    <ds:schemaRef ds:uri="http://schemas.openxmlformats.org/officeDocument/2006/bibliography"/>
  </ds:schemaRefs>
</ds:datastoreItem>
</file>

<file path=customXml/itemProps4.xml><?xml version="1.0" encoding="utf-8"?>
<ds:datastoreItem xmlns:ds="http://schemas.openxmlformats.org/officeDocument/2006/customXml" ds:itemID="{DC829B68-C089-47F2-9C49-7668BC099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1</Pages>
  <Words>1255</Words>
  <Characters>7535</Characters>
  <Application>Microsoft Office Word</Application>
  <DocSecurity>0</DocSecurity>
  <Lines>62</Lines>
  <Paragraphs>17</Paragraphs>
  <ScaleCrop>false</ScaleCrop>
  <Company>Hewlett-Packard Company</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Jadwiga Pawłowska-Mielech</cp:lastModifiedBy>
  <cp:revision>25</cp:revision>
  <cp:lastPrinted>2019-02-06T12:12:00Z</cp:lastPrinted>
  <dcterms:created xsi:type="dcterms:W3CDTF">2020-10-25T15:57:00Z</dcterms:created>
  <dcterms:modified xsi:type="dcterms:W3CDTF">2020-12-16T10:45:00Z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